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7D552F-BE52-46DA-8960-96DDDB623A8B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